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973B51" w:rsidP="00BF4F5C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04A4FF1706344A75A834424A1BADD8C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F4F5C">
            <w:t>Packet Tracer - Basic Device Configuration</w:t>
          </w:r>
        </w:sdtContent>
      </w:sdt>
      <w:r w:rsidR="004D36D7" w:rsidRPr="00FD4A68">
        <w:t xml:space="preserve"> </w:t>
      </w:r>
    </w:p>
    <w:p w:rsidR="00C2203A" w:rsidRDefault="00C2203A" w:rsidP="00C2203A">
      <w:pPr>
        <w:pStyle w:val="Heading1"/>
        <w:numPr>
          <w:ilvl w:val="0"/>
          <w:numId w:val="3"/>
        </w:numPr>
      </w:pPr>
      <w:r>
        <w:t>Topology</w:t>
      </w:r>
    </w:p>
    <w:p w:rsidR="00C2203A" w:rsidRDefault="00C2203A" w:rsidP="00C2203A">
      <w:pPr>
        <w:pStyle w:val="BodyTextL25"/>
      </w:pPr>
      <w:r>
        <w:t>You will receive one of three possible topologies.</w:t>
      </w:r>
    </w:p>
    <w:p w:rsidR="00C2203A" w:rsidRDefault="00C2203A" w:rsidP="00C2203A">
      <w:pPr>
        <w:pStyle w:val="Heading1"/>
        <w:numPr>
          <w:ilvl w:val="0"/>
          <w:numId w:val="3"/>
        </w:numPr>
      </w:pPr>
      <w:r w:rsidRPr="00BB73FF">
        <w:t>Addressing Table</w:t>
      </w:r>
    </w:p>
    <w:tbl>
      <w:tblPr>
        <w:tblW w:w="99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Addressing table to be partially completed by students. The default gateway addresses for the switches and PCs must be supplied. Type your answers in the cells listed as &quot;blank&quot;."/>
      </w:tblPr>
      <w:tblGrid>
        <w:gridCol w:w="2517"/>
        <w:gridCol w:w="1710"/>
        <w:gridCol w:w="2883"/>
        <w:gridCol w:w="2796"/>
      </w:tblGrid>
      <w:tr w:rsidR="00C2203A" w:rsidTr="007435F6">
        <w:trPr>
          <w:cantSplit/>
          <w:jc w:val="center"/>
        </w:trPr>
        <w:tc>
          <w:tcPr>
            <w:tcW w:w="2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2203A" w:rsidRPr="00E87D62" w:rsidRDefault="00C2203A" w:rsidP="00BA2B16">
            <w:pPr>
              <w:pStyle w:val="TableHeading"/>
            </w:pPr>
            <w:r w:rsidRPr="00E87D62">
              <w:t>Device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2203A" w:rsidRPr="00E87D62" w:rsidRDefault="00C2203A" w:rsidP="00BA2B16">
            <w:pPr>
              <w:pStyle w:val="TableHeading"/>
            </w:pPr>
            <w:r w:rsidRPr="00E87D62">
              <w:t>Interface</w:t>
            </w:r>
          </w:p>
        </w:tc>
        <w:tc>
          <w:tcPr>
            <w:tcW w:w="28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2203A" w:rsidRPr="00E87D62" w:rsidRDefault="00C2203A" w:rsidP="00BA2B16">
            <w:pPr>
              <w:pStyle w:val="TableHeading"/>
            </w:pPr>
            <w:r w:rsidRPr="00E87D62">
              <w:t>IP Address</w:t>
            </w:r>
          </w:p>
        </w:tc>
        <w:tc>
          <w:tcPr>
            <w:tcW w:w="2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2203A" w:rsidRPr="00E87D62" w:rsidRDefault="00C2203A" w:rsidP="00BA2B16">
            <w:pPr>
              <w:pStyle w:val="TableHeading"/>
            </w:pPr>
            <w:r w:rsidRPr="00E87D62">
              <w:t>Default Gateway</w:t>
            </w:r>
          </w:p>
        </w:tc>
      </w:tr>
      <w:tr w:rsidR="00755D61" w:rsidTr="007435F6">
        <w:trPr>
          <w:cantSplit/>
          <w:jc w:val="center"/>
        </w:trPr>
        <w:tc>
          <w:tcPr>
            <w:tcW w:w="2517" w:type="dxa"/>
            <w:tcBorders>
              <w:bottom w:val="nil"/>
            </w:tcBorders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>
              <w:t>G0/0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 w:rsidRPr="00E87D62">
              <w:t>N/A</w:t>
            </w:r>
          </w:p>
        </w:tc>
      </w:tr>
      <w:tr w:rsidR="00755D61" w:rsidTr="007435F6">
        <w:trPr>
          <w:cantSplit/>
          <w:jc w:val="center"/>
        </w:trPr>
        <w:tc>
          <w:tcPr>
            <w:tcW w:w="2517" w:type="dxa"/>
            <w:tcBorders>
              <w:top w:val="nil"/>
              <w:bottom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>G0/0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tcBorders>
              <w:top w:val="nil"/>
              <w:bottom w:val="nil"/>
            </w:tcBorders>
            <w:vAlign w:val="bottom"/>
          </w:tcPr>
          <w:p w:rsidR="00755D61" w:rsidRDefault="00755D61" w:rsidP="007435F6">
            <w:pPr>
              <w:pStyle w:val="ConfigWindow"/>
              <w:spacing w:after="120"/>
            </w:pPr>
            <w:r>
              <w:t>N/A</w:t>
            </w:r>
          </w:p>
        </w:tc>
      </w:tr>
      <w:tr w:rsidR="00755D61" w:rsidTr="007435F6">
        <w:trPr>
          <w:cantSplit/>
          <w:jc w:val="center"/>
        </w:trPr>
        <w:tc>
          <w:tcPr>
            <w:tcW w:w="2517" w:type="dxa"/>
            <w:tcBorders>
              <w:top w:val="nil"/>
              <w:bottom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>G0/0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Default="00755D61" w:rsidP="007435F6">
            <w:pPr>
              <w:pStyle w:val="ConfigWindow"/>
              <w:spacing w:after="120"/>
            </w:pPr>
            <w:r>
              <w:t>N/A</w:t>
            </w:r>
          </w:p>
        </w:tc>
      </w:tr>
      <w:tr w:rsidR="00755D61" w:rsidTr="007435F6">
        <w:trPr>
          <w:cantSplit/>
          <w:jc w:val="center"/>
        </w:trPr>
        <w:tc>
          <w:tcPr>
            <w:tcW w:w="2517" w:type="dxa"/>
            <w:tcBorders>
              <w:top w:val="nil"/>
              <w:bottom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bookmarkStart w:id="0" w:name="_GoBack" w:colFirst="3" w:colLast="3"/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vAlign w:val="bottom"/>
          </w:tcPr>
          <w:p w:rsidR="00755D61" w:rsidRDefault="00755D61" w:rsidP="00755D61">
            <w:pPr>
              <w:pStyle w:val="TableText"/>
            </w:pPr>
            <w:r>
              <w:t>G0/1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>
              <w:t>N/A</w:t>
            </w:r>
          </w:p>
        </w:tc>
      </w:tr>
      <w:tr w:rsidR="00755D61" w:rsidTr="007435F6">
        <w:trPr>
          <w:cantSplit/>
          <w:jc w:val="center"/>
        </w:trPr>
        <w:tc>
          <w:tcPr>
            <w:tcW w:w="2517" w:type="dxa"/>
            <w:tcBorders>
              <w:top w:val="nil"/>
              <w:bottom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>G0/1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tcBorders>
              <w:top w:val="nil"/>
              <w:bottom w:val="nil"/>
            </w:tcBorders>
            <w:vAlign w:val="bottom"/>
          </w:tcPr>
          <w:p w:rsidR="00755D61" w:rsidRDefault="00755D61" w:rsidP="007435F6">
            <w:pPr>
              <w:pStyle w:val="ConfigWindow"/>
              <w:spacing w:after="120"/>
            </w:pPr>
            <w:r>
              <w:t>N/A</w:t>
            </w:r>
          </w:p>
        </w:tc>
      </w:tr>
      <w:tr w:rsidR="00755D61" w:rsidTr="007435F6">
        <w:trPr>
          <w:cantSplit/>
          <w:jc w:val="center"/>
        </w:trPr>
        <w:tc>
          <w:tcPr>
            <w:tcW w:w="2517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>G0/1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tcBorders>
              <w:top w:val="nil"/>
            </w:tcBorders>
            <w:vAlign w:val="bottom"/>
          </w:tcPr>
          <w:p w:rsidR="00755D61" w:rsidRDefault="00755D61" w:rsidP="007435F6">
            <w:pPr>
              <w:pStyle w:val="ConfigWindow"/>
              <w:spacing w:after="120"/>
            </w:pPr>
            <w:r>
              <w:t>N/A</w:t>
            </w:r>
          </w:p>
        </w:tc>
      </w:tr>
      <w:bookmarkEnd w:id="0"/>
      <w:tr w:rsidR="00755D61" w:rsidTr="00C073B8">
        <w:trPr>
          <w:cantSplit/>
          <w:jc w:val="center"/>
        </w:trPr>
        <w:tc>
          <w:tcPr>
            <w:tcW w:w="2517" w:type="dxa"/>
            <w:tcBorders>
              <w:bottom w:val="nil"/>
            </w:tcBorders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>
              <w:t>VLAN 1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0D314C">
        <w:trPr>
          <w:cantSplit/>
          <w:jc w:val="center"/>
        </w:trPr>
        <w:tc>
          <w:tcPr>
            <w:tcW w:w="2517" w:type="dxa"/>
            <w:tcBorders>
              <w:bottom w:val="nil"/>
            </w:tcBorders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>
              <w:t>VLAN 1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1520D2">
        <w:trPr>
          <w:cantSplit/>
          <w:trHeight w:val="237"/>
          <w:jc w:val="center"/>
        </w:trPr>
        <w:tc>
          <w:tcPr>
            <w:tcW w:w="2517" w:type="dxa"/>
            <w:tcBorders>
              <w:bottom w:val="nil"/>
            </w:tcBorders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>
              <w:t>NIC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1520D2">
        <w:trPr>
          <w:cantSplit/>
          <w:trHeight w:val="399"/>
          <w:jc w:val="center"/>
        </w:trPr>
        <w:tc>
          <w:tcPr>
            <w:tcW w:w="2517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>NIC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4717F6">
        <w:trPr>
          <w:cantSplit/>
          <w:jc w:val="center"/>
        </w:trPr>
        <w:tc>
          <w:tcPr>
            <w:tcW w:w="2517" w:type="dxa"/>
            <w:tcBorders>
              <w:bottom w:val="nil"/>
            </w:tcBorders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>
              <w:t>NIC</w:t>
            </w:r>
            <w:r w:rsidRPr="00E87D62">
              <w:t xml:space="preserve"> 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1520D2">
        <w:trPr>
          <w:cantSplit/>
          <w:trHeight w:val="372"/>
          <w:jc w:val="center"/>
        </w:trPr>
        <w:tc>
          <w:tcPr>
            <w:tcW w:w="2517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 xml:space="preserve">NIC 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861808">
        <w:trPr>
          <w:cantSplit/>
          <w:jc w:val="center"/>
        </w:trPr>
        <w:tc>
          <w:tcPr>
            <w:tcW w:w="2517" w:type="dxa"/>
            <w:tcBorders>
              <w:bottom w:val="nil"/>
            </w:tcBorders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 w:rsidRPr="00E87D62">
              <w:t>NIC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1520D2">
        <w:trPr>
          <w:cantSplit/>
          <w:trHeight w:val="363"/>
          <w:jc w:val="center"/>
        </w:trPr>
        <w:tc>
          <w:tcPr>
            <w:tcW w:w="2517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  <w:bottom w:val="single" w:sz="2" w:space="0" w:color="auto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>NIC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1520D2">
        <w:trPr>
          <w:cantSplit/>
          <w:trHeight w:val="273"/>
          <w:jc w:val="center"/>
        </w:trPr>
        <w:tc>
          <w:tcPr>
            <w:tcW w:w="2517" w:type="dxa"/>
            <w:tcBorders>
              <w:bottom w:val="nil"/>
            </w:tcBorders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1710" w:type="dxa"/>
            <w:tcBorders>
              <w:bottom w:val="nil"/>
            </w:tcBorders>
            <w:vAlign w:val="bottom"/>
          </w:tcPr>
          <w:p w:rsidR="00755D61" w:rsidRPr="00E87D62" w:rsidRDefault="00755D61" w:rsidP="00755D61">
            <w:pPr>
              <w:pStyle w:val="TableText"/>
            </w:pPr>
            <w:r w:rsidRPr="00E87D62">
              <w:t>NIC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  <w:tr w:rsidR="00755D61" w:rsidTr="001520D2">
        <w:trPr>
          <w:cantSplit/>
          <w:trHeight w:val="345"/>
          <w:jc w:val="center"/>
        </w:trPr>
        <w:tc>
          <w:tcPr>
            <w:tcW w:w="2517" w:type="dxa"/>
            <w:tcBorders>
              <w:top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</w:p>
        </w:tc>
        <w:tc>
          <w:tcPr>
            <w:tcW w:w="1710" w:type="dxa"/>
            <w:tcBorders>
              <w:top w:val="nil"/>
            </w:tcBorders>
            <w:vAlign w:val="bottom"/>
          </w:tcPr>
          <w:p w:rsidR="00755D61" w:rsidRPr="00275E9F" w:rsidRDefault="00755D61" w:rsidP="00755D61">
            <w:pPr>
              <w:pStyle w:val="ConfigWindow"/>
            </w:pPr>
            <w:r w:rsidRPr="00275E9F">
              <w:t>NIC</w:t>
            </w:r>
          </w:p>
        </w:tc>
        <w:tc>
          <w:tcPr>
            <w:tcW w:w="2883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  <w:tc>
          <w:tcPr>
            <w:tcW w:w="2796" w:type="dxa"/>
            <w:vAlign w:val="center"/>
          </w:tcPr>
          <w:p w:rsidR="00755D61" w:rsidRPr="00E87D62" w:rsidRDefault="00755D61" w:rsidP="00755D61">
            <w:pPr>
              <w:pStyle w:val="ConfigWindow"/>
            </w:pPr>
            <w:r>
              <w:t>blank</w:t>
            </w:r>
          </w:p>
        </w:tc>
      </w:tr>
    </w:tbl>
    <w:p w:rsidR="00C2203A" w:rsidRPr="00BB73FF" w:rsidRDefault="00C2203A" w:rsidP="00C2203A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:rsidR="00C2203A" w:rsidRDefault="00C2203A" w:rsidP="00C2203A">
      <w:pPr>
        <w:pStyle w:val="Bulletlevel1"/>
        <w:spacing w:before="60" w:after="60" w:line="276" w:lineRule="auto"/>
      </w:pPr>
      <w:r>
        <w:t>Complete the network documentation.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Perform basic device configurations on a router and a switch.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Verify connectivity and troubleshoot any issues.</w:t>
      </w:r>
    </w:p>
    <w:p w:rsidR="00C2203A" w:rsidRDefault="00C2203A" w:rsidP="00C2203A">
      <w:pPr>
        <w:pStyle w:val="Heading1"/>
        <w:numPr>
          <w:ilvl w:val="0"/>
          <w:numId w:val="3"/>
        </w:numPr>
      </w:pPr>
      <w:r>
        <w:t>Scenario</w:t>
      </w:r>
    </w:p>
    <w:p w:rsidR="00C2203A" w:rsidRDefault="00C2203A" w:rsidP="00C2203A">
      <w:pPr>
        <w:pStyle w:val="BodyTextL25"/>
      </w:pPr>
      <w:r>
        <w:t>Your network manager is impressed with your performance in your job as a LAN technician. She would like you to demonstrate your ability to configure a router that connects two LANs. Your tasks include configuring basic settings on a router and a switch using the Cisco IOS. You will also configure IPv6 addresses on network devices and hosts. You will then verify the configurations by testing end-to-end connectivity. You goal is to establish connectivity between all devices.</w:t>
      </w:r>
    </w:p>
    <w:p w:rsidR="00C2203A" w:rsidRDefault="00C2203A" w:rsidP="00C2203A">
      <w:pPr>
        <w:pStyle w:val="BodyTextL25"/>
      </w:pPr>
      <w:r w:rsidRPr="008034DF">
        <w:rPr>
          <w:b/>
        </w:rPr>
        <w:t>Note:</w:t>
      </w:r>
      <w:r>
        <w:t xml:space="preserve"> The VLAN1 interface on </w:t>
      </w:r>
      <w:r w:rsidR="00A42148">
        <w:rPr>
          <w:b/>
        </w:rPr>
        <w:tab/>
      </w:r>
      <w:r w:rsidR="00A42148">
        <w:rPr>
          <w:b/>
        </w:rPr>
        <w:tab/>
      </w:r>
      <w:r>
        <w:t xml:space="preserve"> will not be reachable over IPv6.</w:t>
      </w:r>
    </w:p>
    <w:p w:rsidR="00C2203A" w:rsidRDefault="00C2203A" w:rsidP="00C2203A">
      <w:pPr>
        <w:pStyle w:val="BodyTextL25"/>
      </w:pPr>
      <w:r>
        <w:t xml:space="preserve">In this activity you will configure the </w:t>
      </w:r>
      <w:r w:rsidR="00A42148">
        <w:rPr>
          <w:b/>
        </w:rPr>
        <w:tab/>
      </w:r>
      <w:r w:rsidR="00A42148">
        <w:rPr>
          <w:b/>
        </w:rPr>
        <w:tab/>
      </w:r>
      <w:r w:rsidR="00A42148">
        <w:rPr>
          <w:b/>
        </w:rPr>
        <w:tab/>
      </w:r>
      <w:r>
        <w:t xml:space="preserve"> router, </w:t>
      </w:r>
      <w:r w:rsidR="00A42148">
        <w:rPr>
          <w:b/>
        </w:rPr>
        <w:tab/>
      </w:r>
      <w:r w:rsidR="00A42148">
        <w:rPr>
          <w:b/>
        </w:rPr>
        <w:tab/>
      </w:r>
      <w:r w:rsidR="00A42148">
        <w:rPr>
          <w:b/>
        </w:rPr>
        <w:tab/>
      </w:r>
      <w:r>
        <w:t xml:space="preserve"> switch, and the </w:t>
      </w:r>
      <w:r w:rsidRPr="00E779A8">
        <w:rPr>
          <w:b/>
        </w:rPr>
        <w:t>PC hosts</w:t>
      </w:r>
      <w:r>
        <w:t>.</w:t>
      </w:r>
    </w:p>
    <w:p w:rsidR="00C2203A" w:rsidRDefault="00C2203A" w:rsidP="00C2203A">
      <w:pPr>
        <w:pStyle w:val="BodyTextL25"/>
      </w:pPr>
      <w:r w:rsidRPr="00965C04">
        <w:rPr>
          <w:b/>
        </w:rPr>
        <w:t>Note:</w:t>
      </w:r>
      <w:r>
        <w:t xml:space="preserve"> Packet Tracer will not score some configured values, however these values are required to accomplish full connectivity in the network.</w:t>
      </w:r>
    </w:p>
    <w:p w:rsidR="00C2203A" w:rsidRDefault="00C2203A" w:rsidP="00C2203A">
      <w:pPr>
        <w:pStyle w:val="Heading1"/>
        <w:numPr>
          <w:ilvl w:val="0"/>
          <w:numId w:val="3"/>
        </w:numPr>
      </w:pPr>
      <w:r>
        <w:t>Requirements</w:t>
      </w:r>
    </w:p>
    <w:p w:rsidR="00C2203A" w:rsidRDefault="00C2203A" w:rsidP="00C2203A">
      <w:pPr>
        <w:pStyle w:val="Bulletlevel1"/>
        <w:spacing w:before="60" w:after="60" w:line="276" w:lineRule="auto"/>
      </w:pPr>
      <w:r>
        <w:t>Provide the missing information in the Addressing Table.</w:t>
      </w:r>
    </w:p>
    <w:p w:rsidR="00C2203A" w:rsidRDefault="00C2203A" w:rsidP="00C2203A">
      <w:pPr>
        <w:pStyle w:val="Bulletlevel1"/>
        <w:spacing w:before="60" w:after="60" w:line="276" w:lineRule="auto"/>
      </w:pPr>
      <w:r>
        <w:t xml:space="preserve">Name the router </w:t>
      </w:r>
      <w:r w:rsidR="00A42148">
        <w:rPr>
          <w:b/>
          <w:bCs/>
        </w:rPr>
        <w:tab/>
      </w:r>
      <w:r w:rsidR="00A42148">
        <w:rPr>
          <w:b/>
          <w:bCs/>
        </w:rPr>
        <w:tab/>
      </w:r>
      <w:r>
        <w:rPr>
          <w:b/>
          <w:bCs/>
        </w:rPr>
        <w:t xml:space="preserve"> </w:t>
      </w:r>
      <w:r>
        <w:t xml:space="preserve">and the second switch </w:t>
      </w:r>
      <w:r w:rsidR="00A42148">
        <w:rPr>
          <w:b/>
          <w:bCs/>
        </w:rPr>
        <w:tab/>
      </w:r>
      <w:r w:rsidR="00A42148">
        <w:rPr>
          <w:b/>
          <w:bCs/>
        </w:rPr>
        <w:tab/>
      </w:r>
      <w:r w:rsidR="00A42148">
        <w:rPr>
          <w:b/>
          <w:bCs/>
        </w:rPr>
        <w:tab/>
      </w:r>
      <w:r>
        <w:t xml:space="preserve">. You will not be able to access the </w:t>
      </w:r>
      <w:r w:rsidR="00A42148">
        <w:rPr>
          <w:b/>
        </w:rPr>
        <w:tab/>
      </w:r>
      <w:r w:rsidR="00A42148">
        <w:rPr>
          <w:b/>
        </w:rPr>
        <w:tab/>
      </w:r>
      <w:r w:rsidRPr="00C356CC">
        <w:t>switch</w:t>
      </w:r>
      <w:r>
        <w:t>.</w:t>
      </w:r>
    </w:p>
    <w:p w:rsidR="00C2203A" w:rsidRDefault="00C2203A" w:rsidP="00C2203A">
      <w:pPr>
        <w:pStyle w:val="Bulletlevel1"/>
        <w:spacing w:before="60" w:after="60" w:line="276" w:lineRule="auto"/>
      </w:pPr>
      <w:r>
        <w:t xml:space="preserve">Use </w:t>
      </w:r>
      <w:r>
        <w:rPr>
          <w:b/>
          <w:bCs/>
        </w:rPr>
        <w:t xml:space="preserve">cisco </w:t>
      </w:r>
      <w:r>
        <w:t xml:space="preserve">as the user EXEC password for all lines. </w:t>
      </w:r>
    </w:p>
    <w:p w:rsidR="00C2203A" w:rsidRDefault="00C2203A" w:rsidP="00C2203A">
      <w:pPr>
        <w:pStyle w:val="Bulletlevel1"/>
        <w:spacing w:before="60" w:after="60" w:line="276" w:lineRule="auto"/>
      </w:pPr>
      <w:r>
        <w:t xml:space="preserve">Use </w:t>
      </w:r>
      <w:r>
        <w:rPr>
          <w:b/>
          <w:bCs/>
        </w:rPr>
        <w:t>class</w:t>
      </w:r>
      <w:r>
        <w:t xml:space="preserve"> as the encrypted privileged EXEC password.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Encrypt all plaintext passwords.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Configure an appropriate banner.</w:t>
      </w:r>
    </w:p>
    <w:p w:rsidR="00C2203A" w:rsidRDefault="00C2203A" w:rsidP="00C2203A">
      <w:pPr>
        <w:pStyle w:val="Bulletlevel1"/>
        <w:spacing w:before="60" w:after="60" w:line="276" w:lineRule="auto"/>
      </w:pPr>
      <w:r>
        <w:t xml:space="preserve">Configure IPv4 and IPv6 addressing for the </w:t>
      </w:r>
      <w:r w:rsidR="00A42148">
        <w:rPr>
          <w:b/>
        </w:rPr>
        <w:tab/>
      </w:r>
      <w:r w:rsidR="00A42148">
        <w:rPr>
          <w:b/>
        </w:rPr>
        <w:tab/>
      </w:r>
      <w:r>
        <w:t xml:space="preserve"> switch according to the Addressing Table.</w:t>
      </w:r>
    </w:p>
    <w:p w:rsidR="00C2203A" w:rsidRDefault="00C2203A" w:rsidP="00C2203A">
      <w:pPr>
        <w:pStyle w:val="Bulletlevel1"/>
        <w:spacing w:before="60" w:after="60" w:line="276" w:lineRule="auto"/>
      </w:pPr>
      <w:r>
        <w:t xml:space="preserve">Configure IPv4 and IPv6 addressing for the </w:t>
      </w:r>
      <w:r w:rsidR="00A42148">
        <w:rPr>
          <w:b/>
        </w:rPr>
        <w:tab/>
      </w:r>
      <w:r w:rsidR="00A42148">
        <w:rPr>
          <w:b/>
        </w:rPr>
        <w:tab/>
      </w:r>
      <w:r>
        <w:t xml:space="preserve"> switch according to the Addressing Table.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The hosts are partially configured. Complete the IPv4 addressing, and fully configure the IPv6 addresses according to the Addressing Table.</w:t>
      </w:r>
    </w:p>
    <w:p w:rsidR="00C2203A" w:rsidRDefault="00C2203A" w:rsidP="00C2203A">
      <w:pPr>
        <w:pStyle w:val="Bulletlevel1"/>
        <w:spacing w:before="60" w:after="60" w:line="276" w:lineRule="auto"/>
      </w:pPr>
      <w:r>
        <w:t xml:space="preserve">Document interfaces with descriptions, including the </w:t>
      </w:r>
      <w:r w:rsidR="00A42148">
        <w:rPr>
          <w:b/>
        </w:rPr>
        <w:tab/>
      </w:r>
      <w:r w:rsidR="00A42148">
        <w:rPr>
          <w:b/>
        </w:rPr>
        <w:tab/>
      </w:r>
      <w:r>
        <w:t xml:space="preserve"> VLAN 1 interface.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Save your configurations.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Verify connectivity between all devices. All devices should be able to ping all other devices with IPv4 and IPv6.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Troubleshoot and document any issues.</w:t>
      </w:r>
    </w:p>
    <w:p w:rsidR="00C2203A" w:rsidRDefault="00C2203A" w:rsidP="00C2203A">
      <w:pPr>
        <w:pStyle w:val="Bulletlevel1"/>
        <w:spacing w:before="60" w:after="60" w:line="276" w:lineRule="auto"/>
      </w:pPr>
      <w:r>
        <w:t>Implement the solutions necessary to enable and verify full end-to-end connectivity.</w:t>
      </w:r>
    </w:p>
    <w:p w:rsidR="00C2203A" w:rsidRDefault="00C2203A" w:rsidP="00C2203A">
      <w:pPr>
        <w:pStyle w:val="BodyTextL25"/>
      </w:pPr>
      <w:r w:rsidRPr="008E3D54">
        <w:rPr>
          <w:b/>
        </w:rPr>
        <w:t>Note</w:t>
      </w:r>
      <w:r w:rsidRPr="00591762">
        <w:t>:</w:t>
      </w:r>
      <w:r>
        <w:t xml:space="preserve"> </w:t>
      </w:r>
      <w:r w:rsidRPr="00C079A7">
        <w:t xml:space="preserve">Click </w:t>
      </w:r>
      <w:r w:rsidRPr="00C079A7">
        <w:rPr>
          <w:b/>
        </w:rPr>
        <w:t>Check Results</w:t>
      </w:r>
      <w:r w:rsidRPr="00C079A7">
        <w:t xml:space="preserve"> button to see your progress. </w:t>
      </w:r>
      <w:r>
        <w:t xml:space="preserve">Click the </w:t>
      </w:r>
      <w:r>
        <w:rPr>
          <w:b/>
        </w:rPr>
        <w:t>Reset Activity</w:t>
      </w:r>
      <w:r>
        <w:t xml:space="preserve"> button to generate a new set of requirements.</w:t>
      </w:r>
    </w:p>
    <w:p w:rsidR="0056282D" w:rsidRPr="0056282D" w:rsidRDefault="0056282D" w:rsidP="0056282D">
      <w:pPr>
        <w:pStyle w:val="ConfigWindow"/>
      </w:pPr>
      <w:r>
        <w:t>End of document</w:t>
      </w:r>
    </w:p>
    <w:sectPr w:rsidR="0056282D" w:rsidRPr="0056282D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B51" w:rsidRDefault="00973B51" w:rsidP="00710659">
      <w:pPr>
        <w:spacing w:after="0" w:line="240" w:lineRule="auto"/>
      </w:pPr>
      <w:r>
        <w:separator/>
      </w:r>
    </w:p>
    <w:p w:rsidR="00973B51" w:rsidRDefault="00973B51"/>
  </w:endnote>
  <w:endnote w:type="continuationSeparator" w:id="0">
    <w:p w:rsidR="00973B51" w:rsidRDefault="00973B51" w:rsidP="00710659">
      <w:pPr>
        <w:spacing w:after="0" w:line="240" w:lineRule="auto"/>
      </w:pPr>
      <w:r>
        <w:continuationSeparator/>
      </w:r>
    </w:p>
    <w:p w:rsidR="00973B51" w:rsidRDefault="00973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513A5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435F6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513A5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435F6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B51" w:rsidRDefault="00973B51" w:rsidP="00710659">
      <w:pPr>
        <w:spacing w:after="0" w:line="240" w:lineRule="auto"/>
      </w:pPr>
      <w:r>
        <w:separator/>
      </w:r>
    </w:p>
    <w:p w:rsidR="00973B51" w:rsidRDefault="00973B51"/>
  </w:footnote>
  <w:footnote w:type="continuationSeparator" w:id="0">
    <w:p w:rsidR="00973B51" w:rsidRDefault="00973B51" w:rsidP="00710659">
      <w:pPr>
        <w:spacing w:after="0" w:line="240" w:lineRule="auto"/>
      </w:pPr>
      <w:r>
        <w:continuationSeparator/>
      </w:r>
    </w:p>
    <w:p w:rsidR="00973B51" w:rsidRDefault="00973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04A4FF1706344A75A834424A1BADD8C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BF4F5C" w:rsidP="008402F2">
        <w:pPr>
          <w:pStyle w:val="PageHead"/>
        </w:pPr>
        <w:r>
          <w:t>Packet Tracer - Basic Device Configuration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D3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0D2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9A6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483B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0A39"/>
    <w:rsid w:val="00561BB2"/>
    <w:rsid w:val="0056282D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638A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5F6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55D61"/>
    <w:rsid w:val="00756594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3B51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30F5"/>
    <w:rsid w:val="00A15DF0"/>
    <w:rsid w:val="00A21211"/>
    <w:rsid w:val="00A30F8A"/>
    <w:rsid w:val="00A33890"/>
    <w:rsid w:val="00A34E7F"/>
    <w:rsid w:val="00A42148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B7C79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4F5C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203A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3E6D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730"/>
    <w:rsid w:val="00D139C8"/>
    <w:rsid w:val="00D17F81"/>
    <w:rsid w:val="00D23D3F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2C51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513A5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F59C7F-A2C0-4946-8B07-CDEFF18D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uiPriority w:val="99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uiPriority w:val="99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A130F5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uiPriority w:val="99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BodyText1">
    <w:name w:val="Body Text1"/>
    <w:basedOn w:val="Normal"/>
    <w:qFormat/>
    <w:rsid w:val="00C2203A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A4FF1706344A75A834424A1BADD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340AA-76CA-4A74-B34D-CA9835CFE838}"/>
      </w:docPartPr>
      <w:docPartBody>
        <w:p w:rsidR="00745EEA" w:rsidRDefault="005145A7">
          <w:pPr>
            <w:pStyle w:val="04A4FF1706344A75A834424A1BADD8C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A7"/>
    <w:rsid w:val="005145A7"/>
    <w:rsid w:val="00745EEA"/>
    <w:rsid w:val="00851ACD"/>
    <w:rsid w:val="00A8118C"/>
    <w:rsid w:val="00E0446E"/>
    <w:rsid w:val="00FA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4A4FF1706344A75A834424A1BADD8C8">
    <w:name w:val="04A4FF1706344A75A834424A1BADD8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508C1-746F-4877-A413-21D5FD2C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233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Basic Device Configuration</vt:lpstr>
    </vt:vector>
  </TitlesOfParts>
  <Company>Cisco Systems, Inc.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Basic Device Configuration</dc:title>
  <dc:creator>SP</dc:creator>
  <dc:description>2013</dc:description>
  <cp:lastModifiedBy>Suk-Yi Pennock -X (spennock - UNICON INC at Cisco)</cp:lastModifiedBy>
  <cp:revision>5</cp:revision>
  <dcterms:created xsi:type="dcterms:W3CDTF">2019-11-26T16:58:00Z</dcterms:created>
  <dcterms:modified xsi:type="dcterms:W3CDTF">2019-12-04T13:57:00Z</dcterms:modified>
</cp:coreProperties>
</file>